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C45" w:rsidRPr="005E09CC" w:rsidRDefault="000E6C45" w:rsidP="00623135">
      <w:pPr>
        <w:spacing w:after="0" w:line="0" w:lineRule="atLeast"/>
        <w:jc w:val="center"/>
        <w:outlineLvl w:val="0"/>
        <w:rPr>
          <w:b/>
          <w:bCs/>
          <w:snapToGrid w:val="0"/>
          <w:kern w:val="10"/>
          <w:position w:val="-24"/>
          <w:sz w:val="28"/>
          <w:szCs w:val="21"/>
        </w:rPr>
      </w:pPr>
      <w:r w:rsidRPr="005E09CC">
        <w:rPr>
          <w:rFonts w:hint="eastAsia"/>
          <w:b/>
          <w:bCs/>
          <w:snapToGrid w:val="0"/>
          <w:kern w:val="10"/>
          <w:position w:val="-24"/>
          <w:sz w:val="28"/>
          <w:szCs w:val="21"/>
        </w:rPr>
        <w:t>CONSIGNMENT STOCK LIST FORM</w:t>
      </w:r>
    </w:p>
    <w:p w:rsidR="000E6C45" w:rsidRPr="00623135" w:rsidRDefault="000E6C45" w:rsidP="00623135">
      <w:pPr>
        <w:spacing w:after="0" w:line="0" w:lineRule="atLeast"/>
        <w:jc w:val="center"/>
        <w:rPr>
          <w:snapToGrid w:val="0"/>
          <w:kern w:val="10"/>
          <w:position w:val="-24"/>
          <w:szCs w:val="21"/>
        </w:rPr>
      </w:pPr>
      <w:r w:rsidRPr="005E09CC">
        <w:rPr>
          <w:rFonts w:hint="eastAsia"/>
          <w:snapToGrid w:val="0"/>
          <w:kern w:val="10"/>
          <w:position w:val="-24"/>
          <w:szCs w:val="21"/>
        </w:rPr>
        <w:t xml:space="preserve">             </w:t>
      </w:r>
      <w:r w:rsidR="0036453A" w:rsidRPr="005E09CC">
        <w:rPr>
          <w:rFonts w:eastAsia="Microsoft YaHei"/>
          <w:snapToGrid w:val="0"/>
          <w:kern w:val="10"/>
          <w:position w:val="-24"/>
          <w:szCs w:val="21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108pt;height:22.5pt" o:ole="">
            <v:imagedata r:id="rId8" o:title=""/>
          </v:shape>
          <w:control r:id="rId9" w:name="CheckBox1" w:shapeid="_x0000_i1043"/>
        </w:object>
      </w:r>
      <w:r w:rsidRPr="005E09CC">
        <w:rPr>
          <w:rFonts w:hint="eastAsia"/>
          <w:snapToGrid w:val="0"/>
          <w:kern w:val="10"/>
          <w:position w:val="-24"/>
          <w:szCs w:val="21"/>
        </w:rPr>
        <w:t xml:space="preserve">      </w:t>
      </w:r>
      <w:r w:rsidR="0036453A" w:rsidRPr="005E09CC">
        <w:rPr>
          <w:rFonts w:eastAsia="Microsoft YaHei"/>
          <w:snapToGrid w:val="0"/>
          <w:kern w:val="10"/>
          <w:position w:val="-24"/>
          <w:szCs w:val="21"/>
        </w:rPr>
        <w:object w:dxaOrig="225" w:dyaOrig="225">
          <v:shape id="_x0000_i1045" type="#_x0000_t75" style="width:108pt;height:22.5pt" o:ole="">
            <v:imagedata r:id="rId10" o:title=""/>
          </v:shape>
          <w:control r:id="rId11" w:name="CheckBox2" w:shapeid="_x0000_i1045"/>
        </w:object>
      </w:r>
    </w:p>
    <w:tbl>
      <w:tblPr>
        <w:tblStyle w:val="TableGrid"/>
        <w:tblW w:w="1616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76"/>
        <w:gridCol w:w="9248"/>
        <w:gridCol w:w="1134"/>
        <w:gridCol w:w="3402"/>
      </w:tblGrid>
      <w:tr w:rsidR="000E6C45" w:rsidRPr="005E09CC" w:rsidTr="00623135">
        <w:trPr>
          <w:trHeight w:hRule="exact" w:val="397"/>
        </w:trPr>
        <w:tc>
          <w:tcPr>
            <w:tcW w:w="2376" w:type="dxa"/>
            <w:vAlign w:val="bottom"/>
          </w:tcPr>
          <w:p w:rsidR="000E6C45" w:rsidRPr="005E09CC" w:rsidRDefault="000E6C45" w:rsidP="00623135">
            <w:pPr>
              <w:spacing w:after="0" w:line="0" w:lineRule="atLeast"/>
              <w:ind w:left="1309" w:hangingChars="595" w:hanging="1309"/>
              <w:jc w:val="both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9248" w:type="dxa"/>
            <w:vAlign w:val="bottom"/>
          </w:tcPr>
          <w:p w:rsidR="000E6C45" w:rsidRPr="005E09CC" w:rsidRDefault="000E6C45" w:rsidP="00623135">
            <w:pPr>
              <w:spacing w:after="0" w:line="0" w:lineRule="atLeast"/>
              <w:jc w:val="both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134" w:type="dxa"/>
            <w:vAlign w:val="bottom"/>
          </w:tcPr>
          <w:p w:rsidR="000E6C45" w:rsidRPr="005E09CC" w:rsidRDefault="0036453A" w:rsidP="00623135">
            <w:pPr>
              <w:spacing w:after="0" w:line="0" w:lineRule="atLeast"/>
              <w:jc w:val="both"/>
              <w:rPr>
                <w:snapToGrid w:val="0"/>
                <w:kern w:val="10"/>
                <w:position w:val="-24"/>
                <w:szCs w:val="21"/>
              </w:rPr>
            </w:pPr>
            <w:r w:rsidRPr="005E09CC">
              <w:rPr>
                <w:rFonts w:eastAsia="Microsoft YaHei"/>
                <w:snapToGrid w:val="0"/>
                <w:kern w:val="10"/>
                <w:position w:val="-24"/>
                <w:szCs w:val="21"/>
              </w:rPr>
              <w:object w:dxaOrig="225" w:dyaOrig="225">
                <v:shape id="_x0000_i1047" type="#_x0000_t75" style="width:37.5pt;height:18pt" o:ole="">
                  <v:imagedata r:id="rId12" o:title=""/>
                </v:shape>
                <w:control r:id="rId13" w:name="Label2" w:shapeid="_x0000_i1047"/>
              </w:object>
            </w:r>
          </w:p>
        </w:tc>
        <w:tc>
          <w:tcPr>
            <w:tcW w:w="3402" w:type="dxa"/>
            <w:tcBorders>
              <w:bottom w:val="dotted" w:sz="4" w:space="0" w:color="auto"/>
            </w:tcBorders>
            <w:vAlign w:val="bottom"/>
          </w:tcPr>
          <w:p w:rsidR="000E6C45" w:rsidRPr="005E09CC" w:rsidRDefault="000E6C45" w:rsidP="00623135">
            <w:pPr>
              <w:spacing w:after="0" w:line="0" w:lineRule="atLeast"/>
              <w:jc w:val="both"/>
              <w:rPr>
                <w:snapToGrid w:val="0"/>
                <w:kern w:val="10"/>
                <w:position w:val="-24"/>
                <w:szCs w:val="21"/>
              </w:rPr>
            </w:pPr>
          </w:p>
        </w:tc>
      </w:tr>
      <w:tr w:rsidR="000E6C45" w:rsidRPr="005E09CC" w:rsidTr="00623135">
        <w:trPr>
          <w:trHeight w:hRule="exact" w:val="397"/>
        </w:trPr>
        <w:tc>
          <w:tcPr>
            <w:tcW w:w="2376" w:type="dxa"/>
            <w:vAlign w:val="bottom"/>
          </w:tcPr>
          <w:p w:rsidR="000E6C45" w:rsidRPr="005E09CC" w:rsidRDefault="0036453A" w:rsidP="00623135">
            <w:pPr>
              <w:spacing w:after="0" w:line="0" w:lineRule="atLeast"/>
              <w:jc w:val="both"/>
              <w:rPr>
                <w:snapToGrid w:val="0"/>
                <w:kern w:val="10"/>
                <w:position w:val="-24"/>
                <w:szCs w:val="21"/>
              </w:rPr>
            </w:pPr>
            <w:r w:rsidRPr="005E09CC">
              <w:rPr>
                <w:rFonts w:eastAsia="Microsoft YaHei"/>
                <w:snapToGrid w:val="0"/>
                <w:kern w:val="10"/>
                <w:position w:val="-24"/>
                <w:szCs w:val="21"/>
              </w:rPr>
              <w:object w:dxaOrig="225" w:dyaOrig="225">
                <v:shape id="_x0000_i1049" type="#_x0000_t75" style="width:114.75pt;height:18.75pt" o:ole="">
                  <v:imagedata r:id="rId14" o:title=""/>
                </v:shape>
                <w:control r:id="rId15" w:name="Label1" w:shapeid="_x0000_i1049"/>
              </w:object>
            </w:r>
          </w:p>
        </w:tc>
        <w:tc>
          <w:tcPr>
            <w:tcW w:w="9248" w:type="dxa"/>
            <w:tcBorders>
              <w:bottom w:val="dotted" w:sz="4" w:space="0" w:color="auto"/>
            </w:tcBorders>
            <w:vAlign w:val="bottom"/>
          </w:tcPr>
          <w:p w:rsidR="000E6C45" w:rsidRPr="005E09CC" w:rsidRDefault="000E6C45" w:rsidP="00623135">
            <w:pPr>
              <w:spacing w:after="0" w:line="0" w:lineRule="atLeast"/>
              <w:jc w:val="both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134" w:type="dxa"/>
            <w:vAlign w:val="bottom"/>
          </w:tcPr>
          <w:p w:rsidR="000E6C45" w:rsidRPr="005E09CC" w:rsidRDefault="0036453A" w:rsidP="00623135">
            <w:pPr>
              <w:spacing w:after="0" w:line="0" w:lineRule="atLeast"/>
              <w:jc w:val="both"/>
              <w:rPr>
                <w:snapToGrid w:val="0"/>
                <w:kern w:val="10"/>
                <w:position w:val="-24"/>
                <w:szCs w:val="21"/>
              </w:rPr>
            </w:pPr>
            <w:r w:rsidRPr="005E09CC">
              <w:rPr>
                <w:rFonts w:eastAsia="Microsoft YaHei"/>
                <w:snapToGrid w:val="0"/>
                <w:kern w:val="10"/>
                <w:position w:val="-24"/>
                <w:szCs w:val="21"/>
              </w:rPr>
              <w:object w:dxaOrig="225" w:dyaOrig="225">
                <v:shape id="_x0000_i1051" type="#_x0000_t75" style="width:46.5pt;height:18pt" o:ole="">
                  <v:imagedata r:id="rId16" o:title=""/>
                </v:shape>
                <w:control r:id="rId17" w:name="Label6" w:shapeid="_x0000_i1051"/>
              </w:objec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E6C45" w:rsidRPr="005E09CC" w:rsidRDefault="000E6C45" w:rsidP="00623135">
            <w:pPr>
              <w:spacing w:after="0" w:line="0" w:lineRule="atLeast"/>
              <w:jc w:val="both"/>
              <w:rPr>
                <w:snapToGrid w:val="0"/>
                <w:kern w:val="10"/>
                <w:position w:val="-24"/>
                <w:szCs w:val="21"/>
              </w:rPr>
            </w:pPr>
          </w:p>
        </w:tc>
      </w:tr>
      <w:tr w:rsidR="000E6C45" w:rsidRPr="005E09CC" w:rsidTr="00623135">
        <w:trPr>
          <w:trHeight w:hRule="exact" w:val="397"/>
        </w:trPr>
        <w:tc>
          <w:tcPr>
            <w:tcW w:w="2376" w:type="dxa"/>
            <w:vAlign w:val="bottom"/>
          </w:tcPr>
          <w:p w:rsidR="000E6C45" w:rsidRPr="005E09CC" w:rsidRDefault="0036453A" w:rsidP="00623135">
            <w:pPr>
              <w:spacing w:after="0" w:line="0" w:lineRule="atLeast"/>
              <w:jc w:val="both"/>
              <w:rPr>
                <w:snapToGrid w:val="0"/>
                <w:kern w:val="10"/>
                <w:position w:val="-24"/>
                <w:szCs w:val="21"/>
              </w:rPr>
            </w:pPr>
            <w:r w:rsidRPr="005E09CC">
              <w:rPr>
                <w:rFonts w:eastAsia="Microsoft YaHei"/>
                <w:snapToGrid w:val="0"/>
                <w:kern w:val="10"/>
                <w:position w:val="-24"/>
                <w:szCs w:val="21"/>
              </w:rPr>
              <w:object w:dxaOrig="225" w:dyaOrig="225">
                <v:shape id="_x0000_i1053" type="#_x0000_t75" style="width:114.75pt;height:18pt" o:ole="">
                  <v:imagedata r:id="rId18" o:title=""/>
                </v:shape>
                <w:control r:id="rId19" w:name="Label3" w:shapeid="_x0000_i1053"/>
              </w:object>
            </w:r>
          </w:p>
        </w:tc>
        <w:tc>
          <w:tcPr>
            <w:tcW w:w="924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E6C45" w:rsidRPr="005E09CC" w:rsidRDefault="000E6C45" w:rsidP="00623135">
            <w:pPr>
              <w:spacing w:after="0" w:line="0" w:lineRule="atLeast"/>
              <w:jc w:val="both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134" w:type="dxa"/>
            <w:vAlign w:val="bottom"/>
          </w:tcPr>
          <w:p w:rsidR="000E6C45" w:rsidRPr="005E09CC" w:rsidRDefault="0036453A" w:rsidP="00623135">
            <w:pPr>
              <w:spacing w:after="0" w:line="0" w:lineRule="atLeast"/>
              <w:jc w:val="both"/>
              <w:rPr>
                <w:snapToGrid w:val="0"/>
                <w:kern w:val="10"/>
                <w:position w:val="-24"/>
                <w:szCs w:val="21"/>
              </w:rPr>
            </w:pPr>
            <w:r w:rsidRPr="005E09CC">
              <w:rPr>
                <w:rFonts w:eastAsia="Microsoft YaHei"/>
                <w:snapToGrid w:val="0"/>
                <w:kern w:val="10"/>
                <w:position w:val="-24"/>
                <w:szCs w:val="21"/>
              </w:rPr>
              <w:object w:dxaOrig="225" w:dyaOrig="225">
                <v:shape id="_x0000_i1055" type="#_x0000_t75" style="width:46.5pt;height:15pt" o:ole="">
                  <v:imagedata r:id="rId20" o:title=""/>
                </v:shape>
                <w:control r:id="rId21" w:name="Label61" w:shapeid="_x0000_i1055"/>
              </w:objec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E6C45" w:rsidRPr="005E09CC" w:rsidRDefault="000E6C45" w:rsidP="00623135">
            <w:pPr>
              <w:spacing w:after="0" w:line="0" w:lineRule="atLeast"/>
              <w:jc w:val="both"/>
              <w:rPr>
                <w:snapToGrid w:val="0"/>
                <w:kern w:val="10"/>
                <w:position w:val="-24"/>
                <w:szCs w:val="21"/>
              </w:rPr>
            </w:pPr>
          </w:p>
        </w:tc>
      </w:tr>
      <w:tr w:rsidR="000E6C45" w:rsidRPr="005E09CC" w:rsidTr="00623135">
        <w:trPr>
          <w:trHeight w:hRule="exact" w:val="397"/>
        </w:trPr>
        <w:tc>
          <w:tcPr>
            <w:tcW w:w="2376" w:type="dxa"/>
            <w:vAlign w:val="bottom"/>
          </w:tcPr>
          <w:p w:rsidR="000E6C45" w:rsidRPr="005E09CC" w:rsidRDefault="0036453A" w:rsidP="00623135">
            <w:pPr>
              <w:spacing w:after="0" w:line="0" w:lineRule="atLeast"/>
              <w:jc w:val="both"/>
              <w:rPr>
                <w:snapToGrid w:val="0"/>
                <w:kern w:val="10"/>
                <w:position w:val="-24"/>
                <w:szCs w:val="21"/>
              </w:rPr>
            </w:pPr>
            <w:r w:rsidRPr="005E09CC">
              <w:rPr>
                <w:rFonts w:eastAsia="Microsoft YaHei"/>
                <w:snapToGrid w:val="0"/>
                <w:kern w:val="10"/>
                <w:position w:val="-24"/>
                <w:szCs w:val="21"/>
              </w:rPr>
              <w:object w:dxaOrig="225" w:dyaOrig="225">
                <v:shape id="_x0000_i1057" type="#_x0000_t75" style="width:114.75pt;height:18pt" o:ole="">
                  <v:imagedata r:id="rId22" o:title=""/>
                </v:shape>
                <w:control r:id="rId23" w:name="Label4" w:shapeid="_x0000_i1057"/>
              </w:object>
            </w:r>
          </w:p>
        </w:tc>
        <w:tc>
          <w:tcPr>
            <w:tcW w:w="924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E6C45" w:rsidRPr="005E09CC" w:rsidRDefault="000E6C45" w:rsidP="00623135">
            <w:pPr>
              <w:spacing w:after="0" w:line="0" w:lineRule="atLeast"/>
              <w:jc w:val="both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134" w:type="dxa"/>
            <w:vAlign w:val="bottom"/>
          </w:tcPr>
          <w:p w:rsidR="000E6C45" w:rsidRPr="005E09CC" w:rsidRDefault="0036453A" w:rsidP="00623135">
            <w:pPr>
              <w:spacing w:after="0" w:line="0" w:lineRule="atLeast"/>
              <w:jc w:val="both"/>
              <w:rPr>
                <w:snapToGrid w:val="0"/>
                <w:kern w:val="10"/>
                <w:position w:val="-24"/>
                <w:szCs w:val="21"/>
              </w:rPr>
            </w:pPr>
            <w:r w:rsidRPr="005E09CC">
              <w:rPr>
                <w:rFonts w:eastAsia="Microsoft YaHei"/>
                <w:snapToGrid w:val="0"/>
                <w:kern w:val="10"/>
                <w:position w:val="-24"/>
                <w:szCs w:val="21"/>
              </w:rPr>
              <w:object w:dxaOrig="225" w:dyaOrig="225">
                <v:shape id="_x0000_i1059" type="#_x0000_t75" style="width:46.5pt;height:15pt" o:ole="">
                  <v:imagedata r:id="rId24" o:title=""/>
                </v:shape>
                <w:control r:id="rId25" w:name="Label62" w:shapeid="_x0000_i1059"/>
              </w:objec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E6C45" w:rsidRPr="005E09CC" w:rsidRDefault="000E6C45" w:rsidP="00623135">
            <w:pPr>
              <w:spacing w:after="0" w:line="0" w:lineRule="atLeast"/>
              <w:jc w:val="both"/>
              <w:rPr>
                <w:snapToGrid w:val="0"/>
                <w:kern w:val="10"/>
                <w:position w:val="-24"/>
                <w:szCs w:val="21"/>
              </w:rPr>
            </w:pPr>
          </w:p>
        </w:tc>
      </w:tr>
    </w:tbl>
    <w:p w:rsidR="000E6C45" w:rsidRPr="005E09CC" w:rsidRDefault="000E6C45" w:rsidP="00623135">
      <w:pPr>
        <w:spacing w:after="0" w:line="0" w:lineRule="atLeast"/>
        <w:rPr>
          <w:snapToGrid w:val="0"/>
          <w:kern w:val="10"/>
          <w:position w:val="-24"/>
          <w:szCs w:val="21"/>
        </w:rPr>
      </w:pPr>
    </w:p>
    <w:tbl>
      <w:tblPr>
        <w:tblStyle w:val="LightGrid-Accent1"/>
        <w:tblW w:w="16019" w:type="dxa"/>
        <w:tblInd w:w="-885" w:type="dxa"/>
        <w:tblLayout w:type="fixed"/>
        <w:tblLook w:val="04A0"/>
      </w:tblPr>
      <w:tblGrid>
        <w:gridCol w:w="708"/>
        <w:gridCol w:w="2094"/>
        <w:gridCol w:w="1842"/>
        <w:gridCol w:w="1452"/>
        <w:gridCol w:w="1701"/>
        <w:gridCol w:w="1559"/>
        <w:gridCol w:w="993"/>
        <w:gridCol w:w="850"/>
        <w:gridCol w:w="4820"/>
      </w:tblGrid>
      <w:tr w:rsidR="00C66273" w:rsidRPr="005E09CC" w:rsidTr="00623135">
        <w:trPr>
          <w:cnfStyle w:val="100000000000"/>
          <w:trHeight w:val="397"/>
        </w:trPr>
        <w:tc>
          <w:tcPr>
            <w:cnfStyle w:val="001000000000"/>
            <w:tcW w:w="708" w:type="dxa"/>
            <w:vAlign w:val="center"/>
          </w:tcPr>
          <w:p w:rsidR="00B40C9E" w:rsidRPr="005E09CC" w:rsidRDefault="00504767" w:rsidP="00623135">
            <w:pPr>
              <w:spacing w:after="0" w:line="0" w:lineRule="atLeast"/>
              <w:jc w:val="center"/>
              <w:rPr>
                <w:snapToGrid w:val="0"/>
                <w:kern w:val="10"/>
                <w:position w:val="-24"/>
                <w:szCs w:val="21"/>
              </w:rPr>
            </w:pPr>
            <w:r>
              <w:rPr>
                <w:rFonts w:hint="eastAsia"/>
                <w:snapToGrid w:val="0"/>
                <w:kern w:val="10"/>
                <w:position w:val="-24"/>
                <w:szCs w:val="21"/>
              </w:rPr>
              <w:t>N</w:t>
            </w:r>
            <w:r>
              <w:rPr>
                <w:snapToGrid w:val="0"/>
                <w:kern w:val="10"/>
                <w:position w:val="-24"/>
                <w:szCs w:val="21"/>
              </w:rPr>
              <w:t>O.</w:t>
            </w:r>
          </w:p>
        </w:tc>
        <w:tc>
          <w:tcPr>
            <w:tcW w:w="2094" w:type="dxa"/>
            <w:vAlign w:val="center"/>
          </w:tcPr>
          <w:p w:rsidR="00B40C9E" w:rsidRPr="005E09CC" w:rsidRDefault="00C66273" w:rsidP="00623135">
            <w:pPr>
              <w:spacing w:after="0" w:line="0" w:lineRule="atLeast"/>
              <w:jc w:val="center"/>
              <w:cnfStyle w:val="100000000000"/>
              <w:rPr>
                <w:snapToGrid w:val="0"/>
                <w:kern w:val="10"/>
                <w:position w:val="-24"/>
                <w:szCs w:val="21"/>
              </w:rPr>
            </w:pPr>
            <w:r w:rsidRPr="005E09CC">
              <w:rPr>
                <w:rFonts w:hint="eastAsia"/>
                <w:snapToGrid w:val="0"/>
                <w:kern w:val="10"/>
                <w:position w:val="-24"/>
                <w:szCs w:val="21"/>
              </w:rPr>
              <w:t>TYPE</w:t>
            </w:r>
          </w:p>
        </w:tc>
        <w:tc>
          <w:tcPr>
            <w:tcW w:w="1842" w:type="dxa"/>
            <w:vAlign w:val="center"/>
          </w:tcPr>
          <w:p w:rsidR="00B40C9E" w:rsidRPr="005E09CC" w:rsidRDefault="00C66273" w:rsidP="00623135">
            <w:pPr>
              <w:spacing w:after="0" w:line="0" w:lineRule="atLeast"/>
              <w:jc w:val="center"/>
              <w:cnfStyle w:val="100000000000"/>
              <w:rPr>
                <w:snapToGrid w:val="0"/>
                <w:kern w:val="10"/>
                <w:position w:val="-24"/>
                <w:szCs w:val="21"/>
              </w:rPr>
            </w:pPr>
            <w:r w:rsidRPr="005E09CC">
              <w:rPr>
                <w:rFonts w:hint="eastAsia"/>
                <w:snapToGrid w:val="0"/>
                <w:kern w:val="10"/>
                <w:position w:val="-24"/>
                <w:szCs w:val="21"/>
              </w:rPr>
              <w:t>MAKE</w:t>
            </w:r>
          </w:p>
        </w:tc>
        <w:tc>
          <w:tcPr>
            <w:tcW w:w="1452" w:type="dxa"/>
            <w:vAlign w:val="center"/>
          </w:tcPr>
          <w:p w:rsidR="00B40C9E" w:rsidRPr="005E09CC" w:rsidRDefault="00C66273" w:rsidP="00623135">
            <w:pPr>
              <w:spacing w:after="0" w:line="0" w:lineRule="atLeast"/>
              <w:jc w:val="center"/>
              <w:cnfStyle w:val="100000000000"/>
              <w:rPr>
                <w:snapToGrid w:val="0"/>
                <w:kern w:val="10"/>
                <w:position w:val="-24"/>
                <w:szCs w:val="21"/>
              </w:rPr>
            </w:pPr>
            <w:r w:rsidRPr="005E09CC">
              <w:rPr>
                <w:rFonts w:hint="eastAsia"/>
                <w:snapToGrid w:val="0"/>
                <w:kern w:val="10"/>
                <w:position w:val="-24"/>
                <w:szCs w:val="21"/>
              </w:rPr>
              <w:t>MODEL</w:t>
            </w:r>
          </w:p>
        </w:tc>
        <w:tc>
          <w:tcPr>
            <w:tcW w:w="1701" w:type="dxa"/>
            <w:vAlign w:val="center"/>
          </w:tcPr>
          <w:p w:rsidR="00B40C9E" w:rsidRPr="005E09CC" w:rsidRDefault="00C66273" w:rsidP="00623135">
            <w:pPr>
              <w:spacing w:after="0" w:line="0" w:lineRule="atLeast"/>
              <w:jc w:val="center"/>
              <w:cnfStyle w:val="100000000000"/>
              <w:rPr>
                <w:snapToGrid w:val="0"/>
                <w:kern w:val="10"/>
                <w:position w:val="-24"/>
                <w:szCs w:val="21"/>
              </w:rPr>
            </w:pPr>
            <w:r w:rsidRPr="005E09CC">
              <w:rPr>
                <w:rFonts w:hint="eastAsia"/>
                <w:snapToGrid w:val="0"/>
                <w:kern w:val="10"/>
                <w:position w:val="-24"/>
                <w:szCs w:val="21"/>
              </w:rPr>
              <w:t>S/N</w:t>
            </w:r>
          </w:p>
        </w:tc>
        <w:tc>
          <w:tcPr>
            <w:tcW w:w="1559" w:type="dxa"/>
            <w:vAlign w:val="center"/>
          </w:tcPr>
          <w:p w:rsidR="00B40C9E" w:rsidRPr="005E09CC" w:rsidRDefault="00C66273" w:rsidP="00623135">
            <w:pPr>
              <w:spacing w:after="0" w:line="0" w:lineRule="atLeast"/>
              <w:jc w:val="center"/>
              <w:cnfStyle w:val="100000000000"/>
              <w:rPr>
                <w:snapToGrid w:val="0"/>
                <w:kern w:val="10"/>
                <w:position w:val="-24"/>
                <w:szCs w:val="21"/>
              </w:rPr>
            </w:pPr>
            <w:r w:rsidRPr="005E09CC">
              <w:rPr>
                <w:rFonts w:hint="eastAsia"/>
                <w:snapToGrid w:val="0"/>
                <w:kern w:val="10"/>
                <w:position w:val="-24"/>
                <w:szCs w:val="21"/>
              </w:rPr>
              <w:t>E/N</w:t>
            </w:r>
          </w:p>
        </w:tc>
        <w:tc>
          <w:tcPr>
            <w:tcW w:w="993" w:type="dxa"/>
            <w:vAlign w:val="center"/>
          </w:tcPr>
          <w:p w:rsidR="00B40C9E" w:rsidRPr="005E09CC" w:rsidRDefault="00C66273" w:rsidP="00623135">
            <w:pPr>
              <w:spacing w:after="0" w:line="0" w:lineRule="atLeast"/>
              <w:jc w:val="center"/>
              <w:cnfStyle w:val="100000000000"/>
              <w:rPr>
                <w:snapToGrid w:val="0"/>
                <w:kern w:val="10"/>
                <w:position w:val="-24"/>
                <w:szCs w:val="21"/>
              </w:rPr>
            </w:pPr>
            <w:r w:rsidRPr="005E09CC">
              <w:rPr>
                <w:rFonts w:hint="eastAsia"/>
                <w:snapToGrid w:val="0"/>
                <w:kern w:val="10"/>
                <w:position w:val="-24"/>
                <w:szCs w:val="21"/>
              </w:rPr>
              <w:t>HRS</w:t>
            </w:r>
          </w:p>
        </w:tc>
        <w:tc>
          <w:tcPr>
            <w:tcW w:w="850" w:type="dxa"/>
            <w:vAlign w:val="center"/>
          </w:tcPr>
          <w:p w:rsidR="00B40C9E" w:rsidRPr="005E09CC" w:rsidRDefault="00C66273" w:rsidP="00623135">
            <w:pPr>
              <w:spacing w:after="0" w:line="0" w:lineRule="atLeast"/>
              <w:jc w:val="center"/>
              <w:cnfStyle w:val="100000000000"/>
              <w:rPr>
                <w:snapToGrid w:val="0"/>
                <w:kern w:val="10"/>
                <w:position w:val="-24"/>
                <w:szCs w:val="21"/>
              </w:rPr>
            </w:pPr>
            <w:r w:rsidRPr="005E09CC">
              <w:rPr>
                <w:rFonts w:hint="eastAsia"/>
                <w:snapToGrid w:val="0"/>
                <w:kern w:val="10"/>
                <w:position w:val="-24"/>
                <w:szCs w:val="21"/>
              </w:rPr>
              <w:t>YEAR</w:t>
            </w:r>
          </w:p>
        </w:tc>
        <w:tc>
          <w:tcPr>
            <w:tcW w:w="4820" w:type="dxa"/>
            <w:vAlign w:val="center"/>
          </w:tcPr>
          <w:p w:rsidR="00B40C9E" w:rsidRPr="005E09CC" w:rsidRDefault="00C66273" w:rsidP="00623135">
            <w:pPr>
              <w:spacing w:after="0" w:line="0" w:lineRule="atLeast"/>
              <w:jc w:val="center"/>
              <w:cnfStyle w:val="100000000000"/>
              <w:rPr>
                <w:snapToGrid w:val="0"/>
                <w:kern w:val="10"/>
                <w:position w:val="-24"/>
                <w:szCs w:val="21"/>
              </w:rPr>
            </w:pPr>
            <w:r w:rsidRPr="005E09CC">
              <w:rPr>
                <w:rFonts w:hint="eastAsia"/>
                <w:snapToGrid w:val="0"/>
                <w:kern w:val="10"/>
                <w:position w:val="-24"/>
                <w:szCs w:val="21"/>
              </w:rPr>
              <w:t>DESCRIPTION</w:t>
            </w:r>
          </w:p>
        </w:tc>
      </w:tr>
      <w:tr w:rsidR="007123F2" w:rsidRPr="005E09CC" w:rsidTr="00623135">
        <w:trPr>
          <w:cnfStyle w:val="000000100000"/>
          <w:trHeight w:val="397"/>
        </w:trPr>
        <w:tc>
          <w:tcPr>
            <w:cnfStyle w:val="001000000000"/>
            <w:tcW w:w="708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center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2094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84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45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559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993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85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482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</w:tr>
      <w:tr w:rsidR="00146CC1" w:rsidRPr="005E09CC" w:rsidTr="00623135">
        <w:trPr>
          <w:cnfStyle w:val="000000010000"/>
          <w:trHeight w:val="397"/>
        </w:trPr>
        <w:tc>
          <w:tcPr>
            <w:cnfStyle w:val="001000000000"/>
            <w:tcW w:w="708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center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2094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84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45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559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993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85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482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</w:tr>
      <w:tr w:rsidR="007123F2" w:rsidRPr="005E09CC" w:rsidTr="00623135">
        <w:trPr>
          <w:cnfStyle w:val="000000100000"/>
          <w:trHeight w:val="397"/>
        </w:trPr>
        <w:tc>
          <w:tcPr>
            <w:cnfStyle w:val="001000000000"/>
            <w:tcW w:w="708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center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2094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84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45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559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993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85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482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</w:tr>
      <w:tr w:rsidR="00146CC1" w:rsidRPr="005E09CC" w:rsidTr="00623135">
        <w:trPr>
          <w:cnfStyle w:val="000000010000"/>
          <w:trHeight w:val="397"/>
        </w:trPr>
        <w:tc>
          <w:tcPr>
            <w:cnfStyle w:val="001000000000"/>
            <w:tcW w:w="708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center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2094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84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45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559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993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85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482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</w:tr>
      <w:tr w:rsidR="007123F2" w:rsidRPr="005E09CC" w:rsidTr="00623135">
        <w:trPr>
          <w:cnfStyle w:val="000000100000"/>
          <w:trHeight w:val="397"/>
        </w:trPr>
        <w:tc>
          <w:tcPr>
            <w:cnfStyle w:val="001000000000"/>
            <w:tcW w:w="708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center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2094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84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45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559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993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85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482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</w:tr>
      <w:tr w:rsidR="00146CC1" w:rsidRPr="005E09CC" w:rsidTr="00623135">
        <w:trPr>
          <w:cnfStyle w:val="000000010000"/>
          <w:trHeight w:val="397"/>
        </w:trPr>
        <w:tc>
          <w:tcPr>
            <w:cnfStyle w:val="001000000000"/>
            <w:tcW w:w="708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center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2094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84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45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559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993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85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482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</w:tr>
      <w:tr w:rsidR="007123F2" w:rsidRPr="005E09CC" w:rsidTr="00623135">
        <w:trPr>
          <w:cnfStyle w:val="000000100000"/>
          <w:trHeight w:val="397"/>
        </w:trPr>
        <w:tc>
          <w:tcPr>
            <w:cnfStyle w:val="001000000000"/>
            <w:tcW w:w="708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center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2094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84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45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559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993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85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482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</w:tr>
      <w:tr w:rsidR="00146CC1" w:rsidRPr="005E09CC" w:rsidTr="00623135">
        <w:trPr>
          <w:cnfStyle w:val="000000010000"/>
          <w:trHeight w:val="397"/>
        </w:trPr>
        <w:tc>
          <w:tcPr>
            <w:cnfStyle w:val="001000000000"/>
            <w:tcW w:w="708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center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2094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84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45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559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993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85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482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</w:tr>
      <w:tr w:rsidR="007123F2" w:rsidRPr="005E09CC" w:rsidTr="00623135">
        <w:trPr>
          <w:cnfStyle w:val="000000100000"/>
          <w:trHeight w:val="397"/>
        </w:trPr>
        <w:tc>
          <w:tcPr>
            <w:cnfStyle w:val="001000000000"/>
            <w:tcW w:w="708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center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2094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84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452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559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993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85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4820" w:type="dxa"/>
            <w:vAlign w:val="bottom"/>
          </w:tcPr>
          <w:p w:rsidR="00B40C9E" w:rsidRPr="005E09CC" w:rsidRDefault="00B40C9E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</w:tr>
      <w:tr w:rsidR="00623135" w:rsidRPr="005E09CC" w:rsidTr="00623135">
        <w:trPr>
          <w:cnfStyle w:val="000000010000"/>
          <w:trHeight w:val="397"/>
        </w:trPr>
        <w:tc>
          <w:tcPr>
            <w:cnfStyle w:val="001000000000"/>
            <w:tcW w:w="708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center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2094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842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452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559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993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850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4820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</w:tr>
      <w:tr w:rsidR="00623135" w:rsidRPr="005E09CC" w:rsidTr="00623135">
        <w:trPr>
          <w:cnfStyle w:val="000000100000"/>
          <w:trHeight w:val="397"/>
        </w:trPr>
        <w:tc>
          <w:tcPr>
            <w:cnfStyle w:val="001000000000"/>
            <w:tcW w:w="708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center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2094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842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452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559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993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850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4820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</w:tr>
      <w:tr w:rsidR="00623135" w:rsidRPr="005E09CC" w:rsidTr="00623135">
        <w:trPr>
          <w:cnfStyle w:val="000000010000"/>
          <w:trHeight w:val="397"/>
        </w:trPr>
        <w:tc>
          <w:tcPr>
            <w:cnfStyle w:val="001000000000"/>
            <w:tcW w:w="708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center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2094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842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452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559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993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850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right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4820" w:type="dxa"/>
            <w:vAlign w:val="bottom"/>
          </w:tcPr>
          <w:p w:rsidR="00623135" w:rsidRPr="005E09CC" w:rsidRDefault="00623135" w:rsidP="00623135">
            <w:pPr>
              <w:spacing w:after="0" w:line="0" w:lineRule="atLeast"/>
              <w:jc w:val="both"/>
              <w:cnfStyle w:val="000000010000"/>
              <w:rPr>
                <w:snapToGrid w:val="0"/>
                <w:kern w:val="10"/>
                <w:position w:val="-24"/>
                <w:szCs w:val="21"/>
              </w:rPr>
            </w:pPr>
          </w:p>
        </w:tc>
      </w:tr>
      <w:tr w:rsidR="000F71F6" w:rsidRPr="005E09CC" w:rsidTr="00623135">
        <w:trPr>
          <w:cnfStyle w:val="000000100000"/>
          <w:trHeight w:val="397"/>
        </w:trPr>
        <w:tc>
          <w:tcPr>
            <w:cnfStyle w:val="001000000000"/>
            <w:tcW w:w="708" w:type="dxa"/>
            <w:vAlign w:val="bottom"/>
          </w:tcPr>
          <w:p w:rsidR="000F71F6" w:rsidRPr="005E09CC" w:rsidRDefault="000F71F6" w:rsidP="00623135">
            <w:pPr>
              <w:spacing w:after="0" w:line="0" w:lineRule="atLeast"/>
              <w:jc w:val="center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2094" w:type="dxa"/>
            <w:vAlign w:val="bottom"/>
          </w:tcPr>
          <w:p w:rsidR="000F71F6" w:rsidRPr="005E09CC" w:rsidRDefault="000F71F6" w:rsidP="000F71F6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842" w:type="dxa"/>
            <w:vAlign w:val="bottom"/>
          </w:tcPr>
          <w:p w:rsidR="000F71F6" w:rsidRPr="005E09CC" w:rsidRDefault="000F71F6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452" w:type="dxa"/>
            <w:vAlign w:val="bottom"/>
          </w:tcPr>
          <w:p w:rsidR="000F71F6" w:rsidRPr="005E09CC" w:rsidRDefault="000F71F6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0F71F6" w:rsidRPr="005E09CC" w:rsidRDefault="000F71F6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1559" w:type="dxa"/>
            <w:vAlign w:val="bottom"/>
          </w:tcPr>
          <w:p w:rsidR="000F71F6" w:rsidRPr="005E09CC" w:rsidRDefault="000F71F6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993" w:type="dxa"/>
            <w:vAlign w:val="bottom"/>
          </w:tcPr>
          <w:p w:rsidR="000F71F6" w:rsidRPr="005E09CC" w:rsidRDefault="000F71F6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850" w:type="dxa"/>
            <w:vAlign w:val="bottom"/>
          </w:tcPr>
          <w:p w:rsidR="000F71F6" w:rsidRPr="005E09CC" w:rsidRDefault="000F71F6" w:rsidP="00623135">
            <w:pPr>
              <w:spacing w:after="0" w:line="0" w:lineRule="atLeast"/>
              <w:jc w:val="right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  <w:tc>
          <w:tcPr>
            <w:tcW w:w="4820" w:type="dxa"/>
            <w:vAlign w:val="bottom"/>
          </w:tcPr>
          <w:p w:rsidR="000F71F6" w:rsidRPr="005E09CC" w:rsidRDefault="000F71F6" w:rsidP="00623135">
            <w:pPr>
              <w:spacing w:after="0" w:line="0" w:lineRule="atLeast"/>
              <w:jc w:val="both"/>
              <w:cnfStyle w:val="000000100000"/>
              <w:rPr>
                <w:snapToGrid w:val="0"/>
                <w:kern w:val="10"/>
                <w:position w:val="-24"/>
                <w:szCs w:val="21"/>
              </w:rPr>
            </w:pPr>
          </w:p>
        </w:tc>
      </w:tr>
    </w:tbl>
    <w:p w:rsidR="000F71F6" w:rsidRPr="005E09CC" w:rsidRDefault="000F71F6" w:rsidP="00623135">
      <w:pPr>
        <w:spacing w:after="0" w:line="0" w:lineRule="atLeast"/>
        <w:rPr>
          <w:snapToGrid w:val="0"/>
          <w:kern w:val="10"/>
          <w:position w:val="-24"/>
          <w:szCs w:val="21"/>
        </w:rPr>
      </w:pPr>
    </w:p>
    <w:sectPr w:rsidR="000F71F6" w:rsidRPr="005E09CC" w:rsidSect="000F71F6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6838" w:h="11906" w:orient="landscape"/>
      <w:pgMar w:top="1682" w:right="1440" w:bottom="142" w:left="1440" w:header="142" w:footer="433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AFD" w:rsidRDefault="00247AFD" w:rsidP="00A3159E">
      <w:pPr>
        <w:spacing w:after="0"/>
      </w:pPr>
      <w:r>
        <w:separator/>
      </w:r>
    </w:p>
  </w:endnote>
  <w:endnote w:type="continuationSeparator" w:id="0">
    <w:p w:rsidR="00247AFD" w:rsidRDefault="00247AFD" w:rsidP="00A3159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altName w:val="Times New Roman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ell MT">
    <w:altName w:val="Times New Roman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DFC" w:rsidRDefault="00926D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AFD" w:rsidRDefault="00247AFD" w:rsidP="00A3159E">
    <w:pPr>
      <w:pStyle w:val="Footer"/>
      <w:jc w:val="center"/>
    </w:pPr>
    <w:r>
      <w:rPr>
        <w:rFonts w:hint="eastAsia"/>
      </w:rPr>
      <w:t>www.sahacraneauction.com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DFC" w:rsidRDefault="00926D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AFD" w:rsidRDefault="00247AFD" w:rsidP="00A3159E">
      <w:pPr>
        <w:spacing w:after="0"/>
      </w:pPr>
      <w:r>
        <w:separator/>
      </w:r>
    </w:p>
  </w:footnote>
  <w:footnote w:type="continuationSeparator" w:id="0">
    <w:p w:rsidR="00247AFD" w:rsidRDefault="00247AFD" w:rsidP="00A3159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AFD" w:rsidRDefault="00247AFD" w:rsidP="00A3159E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AFD" w:rsidRPr="00C66273" w:rsidRDefault="00247AFD" w:rsidP="00281E3A">
    <w:pPr>
      <w:spacing w:after="0"/>
      <w:ind w:leftChars="2061" w:left="4534" w:rightChars="-412" w:right="-906"/>
      <w:rPr>
        <w:rFonts w:cs="Tahoma"/>
        <w:b/>
        <w:bCs/>
        <w:sz w:val="24"/>
        <w:szCs w:val="32"/>
        <w:rtl/>
      </w:rPr>
    </w:pPr>
    <w:r w:rsidRPr="00C66273">
      <w:rPr>
        <w:rFonts w:ascii="Cordia New" w:hAnsi="Cordia New"/>
        <w:b/>
        <w:bCs/>
        <w:noProof/>
        <w:sz w:val="56"/>
        <w:szCs w:val="56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1581150</wp:posOffset>
          </wp:positionH>
          <wp:positionV relativeFrom="paragraph">
            <wp:posOffset>131445</wp:posOffset>
          </wp:positionV>
          <wp:extent cx="1181100" cy="952500"/>
          <wp:effectExtent l="19050" t="0" r="0" b="0"/>
          <wp:wrapSquare wrapText="bothSides"/>
          <wp:docPr id="1" name="Picture 1" descr="E:\รวมรูป\รูปทำเว็บ\logo_auct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รวมรูป\รูปทำเว็บ\logo_aucti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66273">
      <w:rPr>
        <w:rFonts w:ascii="Cordia New" w:hAnsi="Cordia New"/>
        <w:b/>
        <w:bCs/>
        <w:sz w:val="56"/>
        <w:szCs w:val="56"/>
        <w:cs/>
        <w:lang w:bidi="th-TH"/>
      </w:rPr>
      <w:t>บริษัท สหเครน อ๊อกชั่น จำกัด</w:t>
    </w:r>
  </w:p>
  <w:p w:rsidR="00247AFD" w:rsidRDefault="00247AFD" w:rsidP="00281E3A">
    <w:pPr>
      <w:spacing w:after="0"/>
      <w:ind w:leftChars="2061" w:left="4534" w:rightChars="-412" w:right="-906"/>
      <w:rPr>
        <w:rFonts w:ascii="Bell MT" w:hAnsi="Bell MT" w:cs="Tahoma"/>
        <w:b/>
        <w:bCs/>
        <w:sz w:val="24"/>
        <w:szCs w:val="32"/>
      </w:rPr>
    </w:pPr>
    <w:r w:rsidRPr="005C470C">
      <w:rPr>
        <w:rFonts w:ascii="Bell MT" w:hAnsi="Bell MT" w:cs="Tahoma"/>
        <w:b/>
        <w:bCs/>
        <w:sz w:val="24"/>
        <w:szCs w:val="32"/>
      </w:rPr>
      <w:t>SAHA CRANE AUCTION CO.,LTD.</w:t>
    </w:r>
    <w:r>
      <w:rPr>
        <w:rFonts w:ascii="Bell MT" w:hAnsi="Bell MT" w:cs="Tahoma" w:hint="eastAsia"/>
        <w:b/>
        <w:bCs/>
        <w:sz w:val="24"/>
        <w:szCs w:val="32"/>
      </w:rPr>
      <w:t xml:space="preserve">    </w:t>
    </w:r>
  </w:p>
  <w:p w:rsidR="00247AFD" w:rsidRDefault="00247AFD" w:rsidP="00281E3A">
    <w:pPr>
      <w:spacing w:after="0"/>
      <w:ind w:leftChars="2061" w:left="4534" w:rightChars="-412" w:right="-906"/>
      <w:rPr>
        <w:rFonts w:ascii="Cordia New" w:hAnsi="Cordia New"/>
        <w:sz w:val="24"/>
        <w:szCs w:val="24"/>
      </w:rPr>
    </w:pPr>
    <w:r w:rsidRPr="00A3159E">
      <w:rPr>
        <w:rFonts w:ascii="Cordia New" w:hAnsi="Cordia New"/>
        <w:sz w:val="24"/>
        <w:szCs w:val="24"/>
      </w:rPr>
      <w:t xml:space="preserve">309 </w:t>
    </w:r>
    <w:r w:rsidRPr="00A3159E">
      <w:rPr>
        <w:rFonts w:ascii="Cordia New" w:hAnsi="Cordia New"/>
        <w:sz w:val="24"/>
        <w:szCs w:val="24"/>
        <w:cs/>
        <w:lang w:bidi="th-TH"/>
      </w:rPr>
      <w:t xml:space="preserve">หมู่ </w:t>
    </w:r>
    <w:r w:rsidRPr="00A3159E">
      <w:rPr>
        <w:rFonts w:ascii="Cordia New" w:hAnsi="Cordia New"/>
        <w:sz w:val="24"/>
        <w:szCs w:val="24"/>
      </w:rPr>
      <w:t xml:space="preserve">3 </w:t>
    </w:r>
    <w:r w:rsidRPr="00A3159E">
      <w:rPr>
        <w:rFonts w:ascii="Cordia New" w:hAnsi="Cordia New"/>
        <w:sz w:val="24"/>
        <w:szCs w:val="24"/>
        <w:cs/>
        <w:lang w:bidi="th-TH"/>
      </w:rPr>
      <w:t>ถนนบางนา</w:t>
    </w:r>
    <w:r w:rsidRPr="00A3159E">
      <w:rPr>
        <w:rFonts w:ascii="Cordia New" w:hAnsi="Cordia New"/>
        <w:sz w:val="24"/>
        <w:szCs w:val="24"/>
      </w:rPr>
      <w:t>-</w:t>
    </w:r>
    <w:r w:rsidRPr="00A3159E">
      <w:rPr>
        <w:rFonts w:ascii="Cordia New" w:hAnsi="Cordia New"/>
        <w:sz w:val="24"/>
        <w:szCs w:val="24"/>
        <w:cs/>
        <w:lang w:bidi="th-TH"/>
      </w:rPr>
      <w:t>ตราด กม</w:t>
    </w:r>
    <w:r w:rsidRPr="00A3159E">
      <w:rPr>
        <w:rFonts w:ascii="Cordia New" w:hAnsi="Cordia New"/>
        <w:sz w:val="24"/>
        <w:szCs w:val="24"/>
      </w:rPr>
      <w:t xml:space="preserve">. </w:t>
    </w:r>
    <w:r w:rsidRPr="00A3159E">
      <w:rPr>
        <w:rFonts w:ascii="Cordia New" w:hAnsi="Cordia New"/>
        <w:sz w:val="24"/>
        <w:szCs w:val="24"/>
      </w:rPr>
      <w:t xml:space="preserve">54 </w:t>
    </w:r>
    <w:r w:rsidRPr="00A3159E">
      <w:rPr>
        <w:rFonts w:ascii="Cordia New" w:hAnsi="Cordia New"/>
        <w:sz w:val="24"/>
        <w:szCs w:val="24"/>
        <w:cs/>
        <w:lang w:bidi="th-TH"/>
      </w:rPr>
      <w:t>ต</w:t>
    </w:r>
    <w:r w:rsidRPr="00A3159E">
      <w:rPr>
        <w:rFonts w:ascii="Cordia New" w:hAnsi="Cordia New"/>
        <w:sz w:val="24"/>
        <w:szCs w:val="24"/>
      </w:rPr>
      <w:t>.</w:t>
    </w:r>
    <w:r w:rsidR="00926DFC">
      <w:rPr>
        <w:rFonts w:ascii="Cordia New" w:hAnsi="Cordia New" w:hint="cs"/>
        <w:sz w:val="24"/>
        <w:szCs w:val="24"/>
        <w:cs/>
        <w:lang w:bidi="th-TH"/>
      </w:rPr>
      <w:t>คลอง</w:t>
    </w:r>
    <w:r w:rsidRPr="00A3159E">
      <w:rPr>
        <w:rFonts w:ascii="Cordia New" w:hAnsi="Cordia New"/>
        <w:sz w:val="24"/>
        <w:szCs w:val="24"/>
        <w:cs/>
        <w:lang w:bidi="th-TH"/>
      </w:rPr>
      <w:t>ตำหรุ อ</w:t>
    </w:r>
    <w:r w:rsidRPr="00A3159E">
      <w:rPr>
        <w:rFonts w:ascii="Cordia New" w:hAnsi="Cordia New"/>
        <w:sz w:val="24"/>
        <w:szCs w:val="24"/>
      </w:rPr>
      <w:t xml:space="preserve">. </w:t>
    </w:r>
    <w:r w:rsidRPr="00A3159E">
      <w:rPr>
        <w:rFonts w:ascii="Cordia New" w:hAnsi="Cordia New"/>
        <w:sz w:val="24"/>
        <w:szCs w:val="24"/>
        <w:cs/>
        <w:lang w:bidi="th-TH"/>
      </w:rPr>
      <w:t>เมือง จ</w:t>
    </w:r>
    <w:r w:rsidRPr="00A3159E">
      <w:rPr>
        <w:rFonts w:ascii="Cordia New" w:hAnsi="Cordia New"/>
        <w:sz w:val="24"/>
        <w:szCs w:val="24"/>
      </w:rPr>
      <w:t>.</w:t>
    </w:r>
    <w:r w:rsidRPr="00A3159E">
      <w:rPr>
        <w:rFonts w:ascii="Cordia New" w:hAnsi="Cordia New"/>
        <w:sz w:val="24"/>
        <w:szCs w:val="24"/>
        <w:cs/>
        <w:lang w:bidi="th-TH"/>
      </w:rPr>
      <w:t xml:space="preserve">ชลบุรี </w:t>
    </w:r>
    <w:r w:rsidRPr="00A3159E">
      <w:rPr>
        <w:rFonts w:ascii="Cordia New" w:hAnsi="Cordia New"/>
        <w:sz w:val="24"/>
        <w:szCs w:val="24"/>
      </w:rPr>
      <w:t xml:space="preserve">20000 </w:t>
    </w:r>
    <w:r w:rsidRPr="00A3159E">
      <w:rPr>
        <w:rFonts w:ascii="Cordia New" w:hAnsi="Cordia New"/>
        <w:sz w:val="24"/>
        <w:szCs w:val="24"/>
        <w:cs/>
        <w:lang w:bidi="th-TH"/>
      </w:rPr>
      <w:t xml:space="preserve">โทร </w:t>
    </w:r>
    <w:r w:rsidRPr="00A3159E">
      <w:rPr>
        <w:rFonts w:ascii="Cordia New" w:hAnsi="Cordia New"/>
        <w:sz w:val="24"/>
        <w:szCs w:val="24"/>
      </w:rPr>
      <w:t xml:space="preserve">66(0)-3815-5252 </w:t>
    </w:r>
    <w:r w:rsidRPr="00A3159E">
      <w:rPr>
        <w:rFonts w:ascii="Cordia New" w:hAnsi="Cordia New"/>
        <w:sz w:val="24"/>
        <w:szCs w:val="24"/>
        <w:cs/>
        <w:lang w:bidi="th-TH"/>
      </w:rPr>
      <w:t xml:space="preserve">แฟกซ์ </w:t>
    </w:r>
    <w:r w:rsidRPr="00A3159E">
      <w:rPr>
        <w:rFonts w:ascii="Cordia New" w:hAnsi="Cordia New"/>
        <w:sz w:val="24"/>
        <w:szCs w:val="24"/>
      </w:rPr>
      <w:t>66(0)-3815-5250</w:t>
    </w:r>
  </w:p>
  <w:p w:rsidR="00247AFD" w:rsidRDefault="00247AFD" w:rsidP="00281E3A">
    <w:pPr>
      <w:spacing w:after="0"/>
      <w:ind w:leftChars="2061" w:left="4534" w:rightChars="-412" w:right="-906"/>
      <w:rPr>
        <w:rFonts w:ascii="Cordia New" w:hAnsi="Cordia New"/>
        <w:sz w:val="16"/>
        <w:szCs w:val="16"/>
      </w:rPr>
    </w:pPr>
    <w:r w:rsidRPr="00A3159E">
      <w:rPr>
        <w:rFonts w:ascii="Cordia New" w:hAnsi="Cordia New"/>
        <w:sz w:val="24"/>
        <w:szCs w:val="24"/>
      </w:rPr>
      <w:t xml:space="preserve">309 Mu.3, Bangna-Trad Road KM. 54, </w:t>
    </w:r>
    <w:proofErr w:type="spellStart"/>
    <w:r w:rsidR="00926DFC">
      <w:rPr>
        <w:rFonts w:ascii="Cordia New" w:hAnsi="Cordia New"/>
        <w:sz w:val="24"/>
        <w:szCs w:val="24"/>
      </w:rPr>
      <w:t>Klong</w:t>
    </w:r>
    <w:r w:rsidRPr="00A3159E">
      <w:rPr>
        <w:rFonts w:ascii="Cordia New" w:hAnsi="Cordia New"/>
        <w:sz w:val="24"/>
        <w:szCs w:val="24"/>
      </w:rPr>
      <w:t>tumru</w:t>
    </w:r>
    <w:proofErr w:type="spellEnd"/>
    <w:r w:rsidRPr="00A3159E">
      <w:rPr>
        <w:rFonts w:ascii="Cordia New" w:hAnsi="Cordia New"/>
        <w:sz w:val="24"/>
        <w:szCs w:val="24"/>
      </w:rPr>
      <w:t xml:space="preserve">, </w:t>
    </w:r>
    <w:proofErr w:type="spellStart"/>
    <w:r w:rsidRPr="00A3159E">
      <w:rPr>
        <w:rFonts w:ascii="Cordia New" w:hAnsi="Cordia New"/>
        <w:sz w:val="24"/>
        <w:szCs w:val="24"/>
      </w:rPr>
      <w:t>Muang</w:t>
    </w:r>
    <w:proofErr w:type="spellEnd"/>
    <w:r w:rsidRPr="00A3159E">
      <w:rPr>
        <w:rFonts w:ascii="Cordia New" w:hAnsi="Cordia New"/>
        <w:sz w:val="24"/>
        <w:szCs w:val="24"/>
      </w:rPr>
      <w:t xml:space="preserve">, </w:t>
    </w:r>
    <w:proofErr w:type="spellStart"/>
    <w:r w:rsidRPr="00A3159E">
      <w:rPr>
        <w:rFonts w:ascii="Cordia New" w:hAnsi="Cordia New"/>
        <w:sz w:val="24"/>
        <w:szCs w:val="24"/>
      </w:rPr>
      <w:t>Chonburi</w:t>
    </w:r>
    <w:proofErr w:type="spellEnd"/>
    <w:r w:rsidRPr="00A3159E">
      <w:rPr>
        <w:rFonts w:ascii="Cordia New" w:hAnsi="Cordia New"/>
        <w:sz w:val="24"/>
        <w:szCs w:val="24"/>
      </w:rPr>
      <w:t xml:space="preserve"> 20000 Tel. 66(0)-3815-5252 Fax.</w:t>
    </w:r>
    <w:r w:rsidRPr="00A3159E">
      <w:rPr>
        <w:rFonts w:ascii="Cordia New" w:hAnsi="Cordia New"/>
        <w:sz w:val="24"/>
        <w:szCs w:val="24"/>
        <w:rtl/>
        <w:cs/>
      </w:rPr>
      <w:t xml:space="preserve"> </w:t>
    </w:r>
    <w:r w:rsidRPr="00A3159E">
      <w:rPr>
        <w:rFonts w:ascii="Cordia New" w:hAnsi="Cordia New"/>
        <w:sz w:val="24"/>
        <w:szCs w:val="24"/>
      </w:rPr>
      <w:t>66(0)-3815-5250</w:t>
    </w:r>
  </w:p>
  <w:p w:rsidR="00247AFD" w:rsidRPr="00A3159E" w:rsidRDefault="00247AFD" w:rsidP="00281E3A">
    <w:pPr>
      <w:spacing w:after="0"/>
      <w:ind w:leftChars="191" w:left="420" w:rightChars="-412" w:right="-906" w:firstLineChars="52" w:firstLine="99"/>
      <w:jc w:val="center"/>
      <w:rPr>
        <w:rFonts w:ascii="Cordia New" w:hAnsi="Cordia New"/>
        <w:sz w:val="19"/>
        <w:szCs w:val="19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DFC" w:rsidRDefault="00926DF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16766"/>
    <w:multiLevelType w:val="hybridMultilevel"/>
    <w:tmpl w:val="7CDEEE9E"/>
    <w:lvl w:ilvl="0" w:tplc="0B78592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">
    <w:nsid w:val="3487633F"/>
    <w:multiLevelType w:val="hybridMultilevel"/>
    <w:tmpl w:val="74B49A8A"/>
    <w:lvl w:ilvl="0" w:tplc="3ADC7B8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2">
    <w:nsid w:val="37044703"/>
    <w:multiLevelType w:val="hybridMultilevel"/>
    <w:tmpl w:val="4E860328"/>
    <w:lvl w:ilvl="0" w:tplc="9E2A40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3">
    <w:nsid w:val="390657AD"/>
    <w:multiLevelType w:val="hybridMultilevel"/>
    <w:tmpl w:val="B37AD9C6"/>
    <w:lvl w:ilvl="0" w:tplc="0B32E902">
      <w:start w:val="2"/>
      <w:numFmt w:val="bullet"/>
      <w:lvlText w:val="-"/>
      <w:lvlJc w:val="left"/>
      <w:pPr>
        <w:ind w:left="495" w:hanging="360"/>
      </w:pPr>
      <w:rPr>
        <w:rFonts w:ascii="Tahoma" w:eastAsia="Microsoft YaHei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5" w:hanging="420"/>
      </w:pPr>
      <w:rPr>
        <w:rFonts w:ascii="Wingdings" w:hAnsi="Wingdings" w:hint="default"/>
      </w:rPr>
    </w:lvl>
  </w:abstractNum>
  <w:abstractNum w:abstractNumId="4">
    <w:nsid w:val="3C427C79"/>
    <w:multiLevelType w:val="hybridMultilevel"/>
    <w:tmpl w:val="8D4C329E"/>
    <w:lvl w:ilvl="0" w:tplc="F9B099EC">
      <w:start w:val="2"/>
      <w:numFmt w:val="decimalEnclosedCircle"/>
      <w:lvlText w:val="%1"/>
      <w:lvlJc w:val="left"/>
      <w:pPr>
        <w:ind w:left="360" w:hanging="360"/>
      </w:pPr>
      <w:rPr>
        <w:rFonts w:ascii="Tahoma" w:eastAsia="Microsoft YaHei" w:hAnsi="Tahoma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07B7C5D"/>
    <w:multiLevelType w:val="hybridMultilevel"/>
    <w:tmpl w:val="48C40816"/>
    <w:lvl w:ilvl="0" w:tplc="853A74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810647D"/>
    <w:multiLevelType w:val="hybridMultilevel"/>
    <w:tmpl w:val="2B76AA42"/>
    <w:lvl w:ilvl="0" w:tplc="44A0FF70">
      <w:start w:val="2"/>
      <w:numFmt w:val="decimalEnclosedCircle"/>
      <w:lvlText w:val="%1"/>
      <w:lvlJc w:val="left"/>
      <w:pPr>
        <w:ind w:left="360" w:hanging="360"/>
      </w:pPr>
      <w:rPr>
        <w:rFonts w:ascii="Tahoma" w:eastAsia="Microsoft YaHei" w:hAnsi="Tahoma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CBD3559"/>
    <w:multiLevelType w:val="hybridMultilevel"/>
    <w:tmpl w:val="9CBC6588"/>
    <w:lvl w:ilvl="0" w:tplc="C688EFDE">
      <w:start w:val="1"/>
      <w:numFmt w:val="decimalEnclosedCircle"/>
      <w:lvlText w:val="%1"/>
      <w:lvlJc w:val="left"/>
      <w:pPr>
        <w:ind w:left="720" w:hanging="720"/>
      </w:pPr>
      <w:rPr>
        <w:rFonts w:ascii="SimSun" w:eastAsia="SimSun" w:hAnsi="SimSun" w:cs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F2E58A1"/>
    <w:multiLevelType w:val="hybridMultilevel"/>
    <w:tmpl w:val="8CD8E1A4"/>
    <w:lvl w:ilvl="0" w:tplc="CAC80DA4">
      <w:start w:val="1"/>
      <w:numFmt w:val="decimalEnclosedCircle"/>
      <w:lvlText w:val="%1"/>
      <w:lvlJc w:val="left"/>
      <w:pPr>
        <w:ind w:left="360" w:hanging="360"/>
      </w:pPr>
      <w:rPr>
        <w:rFonts w:ascii="SimSun" w:eastAsia="SimSun" w:hAnsi="SimSun" w:cs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2D9096D"/>
    <w:multiLevelType w:val="hybridMultilevel"/>
    <w:tmpl w:val="A8289C72"/>
    <w:lvl w:ilvl="0" w:tplc="D4E040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6A2514D"/>
    <w:multiLevelType w:val="hybridMultilevel"/>
    <w:tmpl w:val="5F9688FE"/>
    <w:lvl w:ilvl="0" w:tplc="9000F5FC">
      <w:start w:val="1"/>
      <w:numFmt w:val="bullet"/>
      <w:lvlText w:val="-"/>
      <w:lvlJc w:val="left"/>
      <w:pPr>
        <w:ind w:left="1095" w:hanging="360"/>
      </w:pPr>
      <w:rPr>
        <w:rFonts w:ascii="Tahoma" w:eastAsia="Microsoft YaHei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5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5" w:hanging="420"/>
      </w:pPr>
      <w:rPr>
        <w:rFonts w:ascii="Wingdings" w:hAnsi="Wingdings" w:hint="default"/>
      </w:rPr>
    </w:lvl>
  </w:abstractNum>
  <w:abstractNum w:abstractNumId="11">
    <w:nsid w:val="5BCB50F4"/>
    <w:multiLevelType w:val="hybridMultilevel"/>
    <w:tmpl w:val="CCD8F77C"/>
    <w:lvl w:ilvl="0" w:tplc="3B48CD8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12">
    <w:nsid w:val="61E12EF7"/>
    <w:multiLevelType w:val="hybridMultilevel"/>
    <w:tmpl w:val="9998F372"/>
    <w:lvl w:ilvl="0" w:tplc="4364A02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13">
    <w:nsid w:val="6DA64C47"/>
    <w:multiLevelType w:val="hybridMultilevel"/>
    <w:tmpl w:val="4418DCF0"/>
    <w:lvl w:ilvl="0" w:tplc="F48E9E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14">
    <w:nsid w:val="72A50398"/>
    <w:multiLevelType w:val="hybridMultilevel"/>
    <w:tmpl w:val="533A5AD8"/>
    <w:lvl w:ilvl="0" w:tplc="3F7264E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15">
    <w:nsid w:val="7304430C"/>
    <w:multiLevelType w:val="hybridMultilevel"/>
    <w:tmpl w:val="57523976"/>
    <w:lvl w:ilvl="0" w:tplc="8DB85BE8">
      <w:start w:val="2"/>
      <w:numFmt w:val="bullet"/>
      <w:lvlText w:val="-"/>
      <w:lvlJc w:val="left"/>
      <w:pPr>
        <w:ind w:left="495" w:hanging="360"/>
      </w:pPr>
      <w:rPr>
        <w:rFonts w:ascii="Tahoma" w:eastAsia="Microsoft YaHei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5" w:hanging="420"/>
      </w:pPr>
      <w:rPr>
        <w:rFonts w:ascii="Wingdings" w:hAnsi="Wingdings" w:hint="default"/>
      </w:rPr>
    </w:lvl>
  </w:abstractNum>
  <w:abstractNum w:abstractNumId="16">
    <w:nsid w:val="78110859"/>
    <w:multiLevelType w:val="hybridMultilevel"/>
    <w:tmpl w:val="E17CE426"/>
    <w:lvl w:ilvl="0" w:tplc="B1D0098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17">
    <w:nsid w:val="7EEF5C32"/>
    <w:multiLevelType w:val="multilevel"/>
    <w:tmpl w:val="CCEE755E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15" w:hanging="216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7"/>
  </w:num>
  <w:num w:numId="5">
    <w:abstractNumId w:val="16"/>
  </w:num>
  <w:num w:numId="6">
    <w:abstractNumId w:val="14"/>
  </w:num>
  <w:num w:numId="7">
    <w:abstractNumId w:val="13"/>
  </w:num>
  <w:num w:numId="8">
    <w:abstractNumId w:val="2"/>
  </w:num>
  <w:num w:numId="9">
    <w:abstractNumId w:val="1"/>
  </w:num>
  <w:num w:numId="10">
    <w:abstractNumId w:val="10"/>
  </w:num>
  <w:num w:numId="11">
    <w:abstractNumId w:val="9"/>
  </w:num>
  <w:num w:numId="12">
    <w:abstractNumId w:val="7"/>
  </w:num>
  <w:num w:numId="13">
    <w:abstractNumId w:val="8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DE77D6"/>
    <w:rsid w:val="000051EB"/>
    <w:rsid w:val="00006B08"/>
    <w:rsid w:val="00033071"/>
    <w:rsid w:val="000A18D2"/>
    <w:rsid w:val="000A1AB4"/>
    <w:rsid w:val="000C1F2C"/>
    <w:rsid w:val="000E175D"/>
    <w:rsid w:val="000E6C45"/>
    <w:rsid w:val="000F71F6"/>
    <w:rsid w:val="0011426D"/>
    <w:rsid w:val="001177C4"/>
    <w:rsid w:val="00146CC1"/>
    <w:rsid w:val="001F248B"/>
    <w:rsid w:val="00214881"/>
    <w:rsid w:val="00236B9B"/>
    <w:rsid w:val="00242121"/>
    <w:rsid w:val="00247AFD"/>
    <w:rsid w:val="00251032"/>
    <w:rsid w:val="00260344"/>
    <w:rsid w:val="0027774F"/>
    <w:rsid w:val="00281E3A"/>
    <w:rsid w:val="00296986"/>
    <w:rsid w:val="002D509C"/>
    <w:rsid w:val="00323B43"/>
    <w:rsid w:val="0036453A"/>
    <w:rsid w:val="003867BF"/>
    <w:rsid w:val="00390CB6"/>
    <w:rsid w:val="003B7FA9"/>
    <w:rsid w:val="003D37D8"/>
    <w:rsid w:val="00405632"/>
    <w:rsid w:val="00426133"/>
    <w:rsid w:val="004358AB"/>
    <w:rsid w:val="00450059"/>
    <w:rsid w:val="0048062A"/>
    <w:rsid w:val="004D7B5E"/>
    <w:rsid w:val="00504767"/>
    <w:rsid w:val="00551872"/>
    <w:rsid w:val="00557618"/>
    <w:rsid w:val="005922D2"/>
    <w:rsid w:val="00593E2B"/>
    <w:rsid w:val="005E09CC"/>
    <w:rsid w:val="00602DE2"/>
    <w:rsid w:val="00623135"/>
    <w:rsid w:val="0067128E"/>
    <w:rsid w:val="00684C83"/>
    <w:rsid w:val="006E24C1"/>
    <w:rsid w:val="00705C0C"/>
    <w:rsid w:val="007123F2"/>
    <w:rsid w:val="00727D4F"/>
    <w:rsid w:val="00730D87"/>
    <w:rsid w:val="00732F52"/>
    <w:rsid w:val="0077014F"/>
    <w:rsid w:val="007920A6"/>
    <w:rsid w:val="00793258"/>
    <w:rsid w:val="007F742D"/>
    <w:rsid w:val="0080142E"/>
    <w:rsid w:val="00856998"/>
    <w:rsid w:val="00862C68"/>
    <w:rsid w:val="00863F12"/>
    <w:rsid w:val="00870A8B"/>
    <w:rsid w:val="008B7726"/>
    <w:rsid w:val="008D2C5C"/>
    <w:rsid w:val="00916366"/>
    <w:rsid w:val="00926DFC"/>
    <w:rsid w:val="00945034"/>
    <w:rsid w:val="009604E1"/>
    <w:rsid w:val="00965865"/>
    <w:rsid w:val="00A21A76"/>
    <w:rsid w:val="00A3159E"/>
    <w:rsid w:val="00A445FE"/>
    <w:rsid w:val="00A64DF6"/>
    <w:rsid w:val="00A71B35"/>
    <w:rsid w:val="00A8620F"/>
    <w:rsid w:val="00B40C9E"/>
    <w:rsid w:val="00B46665"/>
    <w:rsid w:val="00B47129"/>
    <w:rsid w:val="00B715DD"/>
    <w:rsid w:val="00BD29D8"/>
    <w:rsid w:val="00BE730E"/>
    <w:rsid w:val="00C11AD7"/>
    <w:rsid w:val="00C1737C"/>
    <w:rsid w:val="00C364B0"/>
    <w:rsid w:val="00C66273"/>
    <w:rsid w:val="00C942D5"/>
    <w:rsid w:val="00CA12D4"/>
    <w:rsid w:val="00CC269F"/>
    <w:rsid w:val="00CD205A"/>
    <w:rsid w:val="00CF515D"/>
    <w:rsid w:val="00D01045"/>
    <w:rsid w:val="00D31D50"/>
    <w:rsid w:val="00D812F5"/>
    <w:rsid w:val="00D87E55"/>
    <w:rsid w:val="00DE043E"/>
    <w:rsid w:val="00DE5076"/>
    <w:rsid w:val="00DE77D6"/>
    <w:rsid w:val="00E12D42"/>
    <w:rsid w:val="00E31D94"/>
    <w:rsid w:val="00E9751A"/>
    <w:rsid w:val="00EA52FD"/>
    <w:rsid w:val="00ED3BC0"/>
    <w:rsid w:val="00FA1CD3"/>
    <w:rsid w:val="00FC5840"/>
    <w:rsid w:val="00FE4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ill Sans MT" w:eastAsiaTheme="minorEastAsia" w:hAnsi="Gill Sans MT" w:cs="Cordia New"/>
        <w:lang w:val="en-US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15D"/>
    <w:pPr>
      <w:adjustRightInd w:val="0"/>
      <w:snapToGrid w:val="0"/>
      <w:spacing w:after="200"/>
    </w:pPr>
    <w:rPr>
      <w:rFonts w:ascii="Tahoma" w:hAnsi="Tahoma" w:cstheme="minorBidi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15DD"/>
    <w:pPr>
      <w:keepNext/>
      <w:keepLines/>
      <w:spacing w:before="340" w:after="330" w:line="578" w:lineRule="auto"/>
      <w:outlineLvl w:val="0"/>
    </w:pPr>
    <w:rPr>
      <w:rFonts w:cs="Cordia New"/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15DD"/>
    <w:pPr>
      <w:keepNext/>
      <w:keepLines/>
      <w:spacing w:before="260" w:after="260" w:line="416" w:lineRule="auto"/>
      <w:outlineLvl w:val="1"/>
    </w:pPr>
    <w:rPr>
      <w:rFonts w:ascii="Bookman Old Style" w:eastAsia="SimSun" w:hAnsi="Bookman Old Style" w:cs="Browallia New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15DD"/>
    <w:pPr>
      <w:keepNext/>
      <w:keepLines/>
      <w:spacing w:before="260" w:after="260" w:line="416" w:lineRule="auto"/>
      <w:outlineLvl w:val="2"/>
    </w:pPr>
    <w:rPr>
      <w:rFonts w:cs="Cordia New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8D2"/>
    <w:pPr>
      <w:ind w:firstLineChars="200" w:firstLine="420"/>
    </w:pPr>
    <w:rPr>
      <w:rFonts w:cs="Cordia New"/>
    </w:rPr>
  </w:style>
  <w:style w:type="paragraph" w:styleId="Header">
    <w:name w:val="header"/>
    <w:basedOn w:val="Normal"/>
    <w:link w:val="HeaderChar"/>
    <w:uiPriority w:val="99"/>
    <w:semiHidden/>
    <w:unhideWhenUsed/>
    <w:rsid w:val="00A3159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cs="Cordia New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3159E"/>
    <w:rPr>
      <w:rFonts w:ascii="Tahoma" w:hAnsi="Tahoma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A3159E"/>
    <w:pPr>
      <w:tabs>
        <w:tab w:val="center" w:pos="4153"/>
        <w:tab w:val="right" w:pos="8306"/>
      </w:tabs>
    </w:pPr>
    <w:rPr>
      <w:rFonts w:cs="Cordia New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3159E"/>
    <w:rPr>
      <w:rFonts w:ascii="Tahoma" w:hAnsi="Tahoma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3159E"/>
    <w:rPr>
      <w:color w:val="B292CA"/>
      <w:u w:val="single"/>
    </w:rPr>
  </w:style>
  <w:style w:type="paragraph" w:styleId="NoSpacing">
    <w:name w:val="No Spacing"/>
    <w:uiPriority w:val="1"/>
    <w:qFormat/>
    <w:rsid w:val="00B715DD"/>
    <w:pPr>
      <w:adjustRightInd w:val="0"/>
      <w:snapToGrid w:val="0"/>
    </w:pPr>
    <w:rPr>
      <w:rFonts w:ascii="Tahoma" w:hAnsi="Tahoma"/>
      <w:sz w:val="22"/>
      <w:szCs w:val="22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B715DD"/>
    <w:rPr>
      <w:rFonts w:ascii="Tahoma" w:hAnsi="Tahoma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B715DD"/>
    <w:rPr>
      <w:rFonts w:ascii="Bookman Old Style" w:eastAsia="SimSun" w:hAnsi="Bookman Old Style" w:cs="Browallia New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715DD"/>
    <w:rPr>
      <w:rFonts w:ascii="Tahoma" w:hAnsi="Tahoma"/>
      <w:b/>
      <w:bCs/>
      <w:sz w:val="32"/>
      <w:szCs w:val="32"/>
    </w:rPr>
  </w:style>
  <w:style w:type="table" w:styleId="TableGrid">
    <w:name w:val="Table Grid"/>
    <w:basedOn w:val="TableNormal"/>
    <w:uiPriority w:val="59"/>
    <w:rsid w:val="002421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A52F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2FD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2FD"/>
    <w:rPr>
      <w:rFonts w:ascii="Tahoma" w:hAnsi="Tahoma" w:cstheme="minorBidi"/>
      <w:sz w:val="18"/>
      <w:szCs w:val="18"/>
      <w:lang w:bidi="ar-SA"/>
    </w:rPr>
  </w:style>
  <w:style w:type="paragraph" w:customStyle="1" w:styleId="Default">
    <w:name w:val="Default"/>
    <w:rsid w:val="000E6C4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LightShading-Accent1">
    <w:name w:val="Light Shading Accent 1"/>
    <w:basedOn w:val="TableNormal"/>
    <w:uiPriority w:val="60"/>
    <w:rsid w:val="00247AFD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593E2B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C66273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66273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66273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66273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">
    <w:name w:val="Light List"/>
    <w:basedOn w:val="TableNormal"/>
    <w:uiPriority w:val="61"/>
    <w:rsid w:val="00C66273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66273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E09CC"/>
    <w:rPr>
      <w:rFonts w:ascii="SimSun" w:eastAsia="SimSun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E09CC"/>
    <w:rPr>
      <w:rFonts w:ascii="SimSun" w:eastAsia="SimSun" w:hAnsi="Tahoma" w:cstheme="minorBidi"/>
      <w:sz w:val="18"/>
      <w:szCs w:val="1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istrator\AppData\Roaming\Microsoft\Templates\Normal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A56E86E-41B3-48E4-A3E3-A298D2634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5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User</cp:lastModifiedBy>
  <cp:revision>3</cp:revision>
  <dcterms:created xsi:type="dcterms:W3CDTF">2012-09-04T05:04:00Z</dcterms:created>
  <dcterms:modified xsi:type="dcterms:W3CDTF">2012-09-05T05:21:00Z</dcterms:modified>
</cp:coreProperties>
</file>